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A27BA">
        <w:rPr>
          <w:rFonts w:ascii="Corbel" w:hAnsi="Corbel"/>
          <w:i/>
          <w:smallCaps/>
          <w:sz w:val="24"/>
          <w:szCs w:val="24"/>
        </w:rPr>
        <w:t>2019-2022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A27BA">
        <w:rPr>
          <w:rFonts w:ascii="Corbel" w:hAnsi="Corbel"/>
          <w:sz w:val="20"/>
          <w:szCs w:val="20"/>
        </w:rPr>
        <w:t>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614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6140E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E06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pięcioletnie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C1120" w:rsidP="004C1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 i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4B77" w:rsidRDefault="009C4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C4B77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F6140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F6140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6140E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B8346D" w:rsidRDefault="0085747A" w:rsidP="004C1120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C1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1120" w:rsidTr="004C1120">
        <w:tc>
          <w:tcPr>
            <w:tcW w:w="9778" w:type="dxa"/>
          </w:tcPr>
          <w:p w:rsidR="004C1120" w:rsidRDefault="004C1120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C1120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</w:t>
            </w:r>
            <w:r w:rsidRPr="004C112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C1120">
              <w:rPr>
                <w:rFonts w:ascii="Corbel" w:hAnsi="Corbel"/>
                <w:b w:val="0"/>
                <w:smallCaps w:val="0"/>
                <w:szCs w:val="24"/>
              </w:rPr>
              <w:t>wych, graficznych. Znajomość zasad i metod komunikowania się za pomocą Internetu.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C1120" w:rsidRDefault="004C112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:rsidTr="0068094E">
        <w:tc>
          <w:tcPr>
            <w:tcW w:w="675" w:type="dxa"/>
            <w:vAlign w:val="center"/>
          </w:tcPr>
          <w:p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</w:t>
            </w:r>
            <w:r w:rsidRPr="004C1120">
              <w:rPr>
                <w:rFonts w:ascii="Corbel" w:hAnsi="Corbel"/>
                <w:sz w:val="24"/>
                <w:szCs w:val="24"/>
              </w:rPr>
              <w:t>z</w:t>
            </w:r>
            <w:r w:rsidRPr="004C1120">
              <w:rPr>
                <w:rFonts w:ascii="Corbel" w:hAnsi="Corbel"/>
                <w:sz w:val="24"/>
                <w:szCs w:val="24"/>
              </w:rPr>
              <w:t>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</w:t>
            </w:r>
            <w:r w:rsidRPr="004C1120">
              <w:rPr>
                <w:rFonts w:ascii="Corbel" w:hAnsi="Corbel"/>
                <w:sz w:val="24"/>
                <w:szCs w:val="24"/>
              </w:rPr>
              <w:t>o</w:t>
            </w:r>
            <w:r w:rsidRPr="004C1120">
              <w:rPr>
                <w:rFonts w:ascii="Corbel" w:hAnsi="Corbel"/>
                <w:sz w:val="24"/>
                <w:szCs w:val="24"/>
              </w:rPr>
              <w:t>wania, konserwacją, zabezpieczeniem systemów operacyjnych, danych komputera.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0F6957" w:rsidRPr="004C1120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>nia się)</w:t>
            </w:r>
          </w:p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</w:tc>
        <w:tc>
          <w:tcPr>
            <w:tcW w:w="1865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cyjnych do rozwoju aktywności poznawczej dziecka.</w:t>
            </w:r>
          </w:p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Wymieni elementy platformy e-lerningowej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necie zgodnie z podstawowymi zasadami komunikow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technologie informacyjne do skonstruowania własnego planu rozwoju zawodowego w 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C.U8</w:t>
            </w:r>
          </w:p>
        </w:tc>
      </w:tr>
    </w:tbl>
    <w:p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3B785E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</w:t>
            </w:r>
            <w:r w:rsidRPr="003B785E">
              <w:rPr>
                <w:rFonts w:ascii="Corbel" w:hAnsi="Corbel"/>
                <w:sz w:val="24"/>
                <w:szCs w:val="24"/>
              </w:rPr>
              <w:t>a</w:t>
            </w:r>
            <w:r w:rsidRPr="003B785E">
              <w:rPr>
                <w:rFonts w:ascii="Corbel" w:hAnsi="Corbel"/>
                <w:sz w:val="24"/>
                <w:szCs w:val="24"/>
              </w:rPr>
              <w:t>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3B785E">
              <w:rPr>
                <w:rFonts w:ascii="Corbel" w:hAnsi="Corbel"/>
                <w:sz w:val="24"/>
                <w:szCs w:val="24"/>
              </w:rPr>
              <w:t>. Komunikacja pomiędzy kilkoma ark</w:t>
            </w:r>
            <w:r w:rsidRPr="003B785E">
              <w:rPr>
                <w:rFonts w:ascii="Corbel" w:hAnsi="Corbel"/>
                <w:sz w:val="24"/>
                <w:szCs w:val="24"/>
              </w:rPr>
              <w:t>u</w:t>
            </w:r>
            <w:r w:rsidRPr="003B785E">
              <w:rPr>
                <w:rFonts w:ascii="Corbel" w:hAnsi="Corbel"/>
                <w:sz w:val="24"/>
                <w:szCs w:val="24"/>
              </w:rPr>
              <w:t>szami. Specjalne kopiowanie danych .</w:t>
            </w:r>
          </w:p>
        </w:tc>
      </w:tr>
    </w:tbl>
    <w:p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4C1120" w:rsidRDefault="00D2243F" w:rsidP="004C1120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C4B77" w:rsidRDefault="0023412D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9C4B77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85747A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412D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9C4B77">
              <w:rPr>
                <w:rFonts w:ascii="Corbel" w:hAnsi="Corbel"/>
                <w:sz w:val="24"/>
                <w:szCs w:val="24"/>
              </w:rPr>
              <w:t>a</w:t>
            </w:r>
            <w:r w:rsidRPr="009C4B77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Pr="009C4B77" w:rsidRDefault="00BD0C28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9C4B77">
              <w:rPr>
                <w:rFonts w:ascii="Corbel" w:hAnsi="Corbel"/>
                <w:sz w:val="24"/>
                <w:szCs w:val="24"/>
              </w:rPr>
              <w:t>a</w:t>
            </w:r>
            <w:r w:rsidRPr="009C4B77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2F50" w:rsidRDefault="003E1941" w:rsidP="009C4B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A645A4" w:rsidRPr="009C54AE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1120" w:rsidRPr="009C54AE" w:rsidRDefault="004C1120" w:rsidP="009C4B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3B785E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3B785E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lastRenderedPageBreak/>
              <w:t>Walkenbach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3B785E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 xml:space="preserve">Excel 20016 PL. </w:t>
            </w:r>
            <w:proofErr w:type="spellStart"/>
            <w:r w:rsidRPr="003B785E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Biblia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3B785E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3B785E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3B785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3B785E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AD3FE4" w:rsidRPr="004C1120" w:rsidRDefault="001F11B8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="00AD3FE4" w:rsidRPr="004C1120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3B785E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D3FE4" w:rsidRPr="003B785E" w:rsidRDefault="00AD3FE4" w:rsidP="003B785E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3B785E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3B785E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3B785E">
              <w:rPr>
                <w:rFonts w:ascii="Corbel" w:hAnsi="Corbel"/>
                <w:b w:val="0"/>
                <w:szCs w:val="24"/>
              </w:rPr>
              <w:t xml:space="preserve"> W</w:t>
            </w:r>
            <w:r w:rsidRPr="003B785E">
              <w:rPr>
                <w:rFonts w:ascii="Corbel" w:hAnsi="Corbel"/>
                <w:b w:val="0"/>
                <w:szCs w:val="24"/>
              </w:rPr>
              <w:t>y</w:t>
            </w:r>
            <w:r w:rsidRPr="003B785E">
              <w:rPr>
                <w:rFonts w:ascii="Corbel" w:hAnsi="Corbel"/>
                <w:b w:val="0"/>
                <w:szCs w:val="24"/>
              </w:rPr>
              <w:t>dawnictwo Naukowe Uniwersytetu im. Adama Mickiewicza w Poznaniu, 2016,  ss.206.</w:t>
            </w:r>
          </w:p>
          <w:p w:rsidR="009674C7" w:rsidRPr="003B785E" w:rsidRDefault="009674C7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A., Wilińska J., Jak pomagać uczniom rozwijać uzdo</w:t>
            </w:r>
            <w:r w:rsidRPr="003B785E">
              <w:rPr>
                <w:rFonts w:ascii="Corbel" w:hAnsi="Corbel"/>
                <w:sz w:val="24"/>
                <w:szCs w:val="24"/>
              </w:rPr>
              <w:t>l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nienia informatyczne?,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AD3FE4" w:rsidRPr="00D070E8" w:rsidRDefault="00AD3FE4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</w:pPr>
            <w:r w:rsidRPr="003B785E">
              <w:rPr>
                <w:rFonts w:ascii="Corbel" w:hAnsi="Corbel"/>
                <w:sz w:val="24"/>
                <w:szCs w:val="24"/>
              </w:rPr>
              <w:t>P</w:t>
            </w:r>
            <w:r w:rsidR="009674C7" w:rsidRPr="003B785E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1B8" w:rsidRDefault="001F11B8" w:rsidP="00C16ABF">
      <w:pPr>
        <w:spacing w:after="0" w:line="240" w:lineRule="auto"/>
      </w:pPr>
      <w:r>
        <w:separator/>
      </w:r>
    </w:p>
  </w:endnote>
  <w:endnote w:type="continuationSeparator" w:id="0">
    <w:p w:rsidR="001F11B8" w:rsidRDefault="001F11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1B8" w:rsidRDefault="001F11B8" w:rsidP="00C16ABF">
      <w:pPr>
        <w:spacing w:after="0" w:line="240" w:lineRule="auto"/>
      </w:pPr>
      <w:r>
        <w:separator/>
      </w:r>
    </w:p>
  </w:footnote>
  <w:footnote w:type="continuationSeparator" w:id="0">
    <w:p w:rsidR="001F11B8" w:rsidRDefault="001F11B8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265"/>
    <w:multiLevelType w:val="hybridMultilevel"/>
    <w:tmpl w:val="1E305D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9C18B2"/>
    <w:multiLevelType w:val="hybridMultilevel"/>
    <w:tmpl w:val="268E62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11B8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B785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E7C"/>
    <w:rsid w:val="004C1120"/>
    <w:rsid w:val="004D5282"/>
    <w:rsid w:val="004E5BF9"/>
    <w:rsid w:val="004F1551"/>
    <w:rsid w:val="004F55A3"/>
    <w:rsid w:val="0050496F"/>
    <w:rsid w:val="00513B6F"/>
    <w:rsid w:val="00517C63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797"/>
    <w:rsid w:val="00654934"/>
    <w:rsid w:val="006620D9"/>
    <w:rsid w:val="00671958"/>
    <w:rsid w:val="00675843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805A58"/>
    <w:rsid w:val="0081554D"/>
    <w:rsid w:val="0081707E"/>
    <w:rsid w:val="008326EF"/>
    <w:rsid w:val="008449B3"/>
    <w:rsid w:val="0085747A"/>
    <w:rsid w:val="008654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508DF"/>
    <w:rsid w:val="00950DAC"/>
    <w:rsid w:val="00954A07"/>
    <w:rsid w:val="009674C7"/>
    <w:rsid w:val="00997F14"/>
    <w:rsid w:val="009A78D9"/>
    <w:rsid w:val="009C1331"/>
    <w:rsid w:val="009C3E31"/>
    <w:rsid w:val="009C4B77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90885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070E8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B6E66"/>
    <w:rsid w:val="00DE09C0"/>
    <w:rsid w:val="00DE4A14"/>
    <w:rsid w:val="00DF320D"/>
    <w:rsid w:val="00DF569E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40E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F2C33-FE03-40D2-8278-82DA35910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151</TotalTime>
  <Pages>1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2019-10-23T18:43:00Z</dcterms:created>
  <dcterms:modified xsi:type="dcterms:W3CDTF">2021-01-21T11:29:00Z</dcterms:modified>
</cp:coreProperties>
</file>